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9DAB1AB" w14:textId="77777777" w:rsidTr="00987DB5">
        <w:tc>
          <w:tcPr>
            <w:tcW w:w="9498" w:type="dxa"/>
          </w:tcPr>
          <w:p w14:paraId="49DAB1A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DAB1C2" wp14:editId="49DAB1C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DAB1A7" w14:textId="77777777" w:rsidR="005C4176" w:rsidRPr="00053BD0" w:rsidRDefault="005C4176" w:rsidP="005C417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9DAB1A8" w14:textId="77777777" w:rsidR="005C4176" w:rsidRDefault="005C4176" w:rsidP="005C4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9DAB1A9" w14:textId="77777777" w:rsidR="00053BD0" w:rsidRPr="00053BD0" w:rsidRDefault="005C4176" w:rsidP="005C417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9DAB1AA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49DAB1AC" w14:textId="3F051FB6" w:rsidR="001B1698" w:rsidRPr="003732BF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732B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B07BCF">
            <w:rPr>
              <w:rFonts w:ascii="Times New Roman" w:hAnsi="Times New Roman"/>
              <w:sz w:val="28"/>
              <w:szCs w:val="28"/>
            </w:rPr>
            <w:t>08 сентября 2025 года</w:t>
          </w:r>
          <w:bookmarkStart w:id="0" w:name="_GoBack"/>
          <w:bookmarkEnd w:id="0"/>
        </w:sdtContent>
      </w:sdt>
      <w:r w:rsidRPr="003732B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B07BCF" w:rsidRPr="00B07BCF">
            <w:rPr>
              <w:rFonts w:ascii="Times New Roman" w:hAnsi="Times New Roman"/>
              <w:sz w:val="28"/>
              <w:szCs w:val="28"/>
            </w:rPr>
            <w:t>67-р</w:t>
          </w:r>
        </w:sdtContent>
      </w:sdt>
    </w:p>
    <w:p w14:paraId="49DAB1AD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9DAB1AE" w14:textId="69D570A6" w:rsidR="001B1698" w:rsidRPr="003732BF" w:rsidRDefault="002B77B3" w:rsidP="00163F5C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2BF">
        <w:rPr>
          <w:rFonts w:ascii="Times New Roman" w:hAnsi="Times New Roman"/>
          <w:b/>
          <w:sz w:val="28"/>
          <w:szCs w:val="28"/>
        </w:rPr>
        <w:t xml:space="preserve">Об утверждении методики прогнозирования поступлений доходов </w:t>
      </w:r>
      <w:r w:rsidR="007E44A3">
        <w:rPr>
          <w:rFonts w:ascii="Times New Roman" w:hAnsi="Times New Roman"/>
          <w:b/>
          <w:sz w:val="28"/>
          <w:szCs w:val="28"/>
        </w:rPr>
        <w:br/>
      </w:r>
      <w:r w:rsidRPr="003732BF">
        <w:rPr>
          <w:rFonts w:ascii="Times New Roman" w:hAnsi="Times New Roman"/>
          <w:b/>
          <w:sz w:val="28"/>
          <w:szCs w:val="28"/>
        </w:rPr>
        <w:t>в бюджет муниципального образования Ногликский муниципальн</w:t>
      </w:r>
      <w:r w:rsidR="00163F5C">
        <w:rPr>
          <w:rFonts w:ascii="Times New Roman" w:hAnsi="Times New Roman"/>
          <w:b/>
          <w:sz w:val="28"/>
          <w:szCs w:val="28"/>
        </w:rPr>
        <w:t xml:space="preserve">ый </w:t>
      </w:r>
      <w:r w:rsidR="004433E7" w:rsidRPr="003732BF">
        <w:rPr>
          <w:rFonts w:ascii="Times New Roman" w:hAnsi="Times New Roman"/>
          <w:b/>
          <w:sz w:val="28"/>
          <w:szCs w:val="28"/>
        </w:rPr>
        <w:t xml:space="preserve">округ </w:t>
      </w:r>
      <w:r w:rsidRPr="003732BF">
        <w:rPr>
          <w:rFonts w:ascii="Times New Roman" w:hAnsi="Times New Roman"/>
          <w:b/>
          <w:sz w:val="28"/>
          <w:szCs w:val="28"/>
        </w:rPr>
        <w:t>Сахалинской области</w:t>
      </w:r>
      <w:r w:rsidR="00122C96" w:rsidRPr="003732BF">
        <w:rPr>
          <w:rFonts w:ascii="Times New Roman" w:hAnsi="Times New Roman"/>
          <w:b/>
          <w:sz w:val="28"/>
          <w:szCs w:val="28"/>
        </w:rPr>
        <w:t xml:space="preserve">, главным администратором которых </w:t>
      </w:r>
      <w:r w:rsidR="00A200B1" w:rsidRPr="003732BF">
        <w:rPr>
          <w:rFonts w:ascii="Times New Roman" w:hAnsi="Times New Roman"/>
          <w:b/>
          <w:sz w:val="28"/>
          <w:szCs w:val="28"/>
        </w:rPr>
        <w:t xml:space="preserve">является администрация муниципального образования </w:t>
      </w:r>
      <w:r w:rsidR="00163F5C">
        <w:rPr>
          <w:rFonts w:ascii="Times New Roman" w:hAnsi="Times New Roman"/>
          <w:b/>
          <w:sz w:val="28"/>
          <w:szCs w:val="28"/>
        </w:rPr>
        <w:br/>
      </w:r>
      <w:r w:rsidR="00A200B1" w:rsidRPr="003732BF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49DAB1B0" w14:textId="0142890C" w:rsidR="00E609BC" w:rsidRPr="00A06079" w:rsidRDefault="00A06079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 статьи 160.</w:t>
      </w:r>
      <w:r w:rsidRPr="00A06079">
        <w:rPr>
          <w:rFonts w:ascii="Times New Roman" w:hAnsi="Times New Roman"/>
          <w:sz w:val="28"/>
          <w:szCs w:val="28"/>
        </w:rPr>
        <w:t>1 Бюджетного кодекса Российской Федерации и постановлением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</w:t>
      </w:r>
      <w:r>
        <w:rPr>
          <w:rFonts w:ascii="Times New Roman" w:hAnsi="Times New Roman"/>
          <w:sz w:val="28"/>
          <w:szCs w:val="28"/>
        </w:rPr>
        <w:t>:</w:t>
      </w:r>
    </w:p>
    <w:p w14:paraId="4A6581FF" w14:textId="51EB3933" w:rsidR="00A06079" w:rsidRPr="00170E46" w:rsidRDefault="0062372A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06079" w:rsidRPr="00A06079">
        <w:rPr>
          <w:rFonts w:ascii="Times New Roman" w:hAnsi="Times New Roman"/>
          <w:sz w:val="28"/>
          <w:szCs w:val="28"/>
        </w:rPr>
        <w:t xml:space="preserve">Утвердить методику прогнозирования поступлений доходов в бюджет муниципального образования Ногликский муниципальный округ Сахалинской области, главным администратором которых является </w:t>
      </w:r>
      <w:r w:rsidR="00E6391D">
        <w:rPr>
          <w:rFonts w:ascii="Times New Roman" w:hAnsi="Times New Roman"/>
          <w:sz w:val="28"/>
          <w:szCs w:val="28"/>
        </w:rPr>
        <w:t>администрация муниципального образования Н</w:t>
      </w:r>
      <w:r w:rsidR="00A06079" w:rsidRPr="00A06079">
        <w:rPr>
          <w:rFonts w:ascii="Times New Roman" w:hAnsi="Times New Roman"/>
          <w:sz w:val="28"/>
          <w:szCs w:val="28"/>
        </w:rPr>
        <w:t xml:space="preserve">огликский муниципальный округ Сахалинской области, согласно </w:t>
      </w:r>
      <w:r w:rsidR="00A06079" w:rsidRPr="00170E46">
        <w:rPr>
          <w:rFonts w:ascii="Times New Roman" w:hAnsi="Times New Roman"/>
          <w:sz w:val="28"/>
          <w:szCs w:val="28"/>
        </w:rPr>
        <w:t>приложению.</w:t>
      </w:r>
    </w:p>
    <w:p w14:paraId="4812DFF6" w14:textId="406B2FB8" w:rsidR="00EC0B45" w:rsidRDefault="0062372A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70E46" w:rsidRPr="002B3D67">
        <w:rPr>
          <w:rFonts w:ascii="Times New Roman" w:hAnsi="Times New Roman"/>
          <w:sz w:val="28"/>
          <w:szCs w:val="28"/>
        </w:rPr>
        <w:t>Признать утратившим</w:t>
      </w:r>
      <w:r w:rsidR="00EC0B45">
        <w:rPr>
          <w:rFonts w:ascii="Times New Roman" w:hAnsi="Times New Roman"/>
          <w:sz w:val="28"/>
          <w:szCs w:val="28"/>
        </w:rPr>
        <w:t>и</w:t>
      </w:r>
      <w:r w:rsidR="00170E46" w:rsidRPr="002B3D67">
        <w:rPr>
          <w:rFonts w:ascii="Times New Roman" w:hAnsi="Times New Roman"/>
          <w:sz w:val="28"/>
          <w:szCs w:val="28"/>
        </w:rPr>
        <w:t xml:space="preserve"> силу </w:t>
      </w:r>
      <w:r w:rsidR="00F87FEB" w:rsidRPr="002B3D67">
        <w:rPr>
          <w:rFonts w:ascii="Times New Roman" w:hAnsi="Times New Roman"/>
          <w:sz w:val="28"/>
          <w:szCs w:val="28"/>
        </w:rPr>
        <w:t>р</w:t>
      </w:r>
      <w:r w:rsidR="00170E46" w:rsidRPr="002B3D67">
        <w:rPr>
          <w:rFonts w:ascii="Times New Roman" w:hAnsi="Times New Roman"/>
          <w:sz w:val="28"/>
          <w:szCs w:val="28"/>
        </w:rPr>
        <w:t>аспоряжени</w:t>
      </w:r>
      <w:r w:rsidR="00EC0B45">
        <w:rPr>
          <w:rFonts w:ascii="Times New Roman" w:hAnsi="Times New Roman"/>
          <w:sz w:val="28"/>
          <w:szCs w:val="28"/>
        </w:rPr>
        <w:t>я</w:t>
      </w:r>
      <w:r w:rsidR="00170E46" w:rsidRPr="002B3D67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="00EC0B45">
        <w:rPr>
          <w:rFonts w:ascii="Times New Roman" w:hAnsi="Times New Roman"/>
          <w:sz w:val="28"/>
          <w:szCs w:val="28"/>
        </w:rPr>
        <w:t>:</w:t>
      </w:r>
      <w:r w:rsidR="002B3D67" w:rsidRPr="002B3D67">
        <w:rPr>
          <w:rFonts w:ascii="Times New Roman" w:hAnsi="Times New Roman"/>
          <w:sz w:val="28"/>
          <w:szCs w:val="28"/>
        </w:rPr>
        <w:t xml:space="preserve"> </w:t>
      </w:r>
    </w:p>
    <w:p w14:paraId="2048ADE8" w14:textId="77777777" w:rsidR="00EC0B45" w:rsidRDefault="00EC0B45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3D67" w:rsidRPr="002B3D67">
        <w:rPr>
          <w:rFonts w:ascii="Times New Roman" w:hAnsi="Times New Roman"/>
          <w:sz w:val="28"/>
          <w:szCs w:val="28"/>
        </w:rPr>
        <w:t>от 19.09.2018 № 83-р «Об утверждении методики прогнозирования поступлений доходов в бюджет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  <w:r w:rsidR="00170E46" w:rsidRPr="002B3D67">
        <w:rPr>
          <w:rFonts w:ascii="Times New Roman" w:hAnsi="Times New Roman"/>
          <w:sz w:val="28"/>
          <w:szCs w:val="28"/>
        </w:rPr>
        <w:t xml:space="preserve"> </w:t>
      </w:r>
    </w:p>
    <w:p w14:paraId="438CB7E9" w14:textId="709037DF" w:rsidR="00A06079" w:rsidRPr="002B3D67" w:rsidRDefault="00EC0B45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23C41" w:rsidRPr="002B3D67">
        <w:rPr>
          <w:rFonts w:ascii="Times New Roman" w:hAnsi="Times New Roman"/>
          <w:sz w:val="28"/>
          <w:szCs w:val="28"/>
        </w:rPr>
        <w:t xml:space="preserve">от 26.04.2019 № 33-р «О внесении изменений в распоряжение мэра муниципального образования «Городской округ Ногликский» </w:t>
      </w:r>
      <w:r w:rsidR="00170E46" w:rsidRPr="002B3D67">
        <w:rPr>
          <w:rFonts w:ascii="Times New Roman" w:hAnsi="Times New Roman"/>
          <w:sz w:val="28"/>
          <w:szCs w:val="28"/>
        </w:rPr>
        <w:t xml:space="preserve">от 19.09.2018 </w:t>
      </w:r>
      <w:r w:rsidR="009427BF">
        <w:rPr>
          <w:rFonts w:ascii="Times New Roman" w:hAnsi="Times New Roman"/>
          <w:sz w:val="28"/>
          <w:szCs w:val="28"/>
        </w:rPr>
        <w:br/>
      </w:r>
      <w:r w:rsidR="00170E46" w:rsidRPr="002B3D67">
        <w:rPr>
          <w:rFonts w:ascii="Times New Roman" w:hAnsi="Times New Roman"/>
          <w:sz w:val="28"/>
          <w:szCs w:val="28"/>
        </w:rPr>
        <w:t>№ 83-р</w:t>
      </w:r>
      <w:r w:rsidR="00123C41" w:rsidRPr="002B3D67">
        <w:rPr>
          <w:rFonts w:ascii="Times New Roman" w:hAnsi="Times New Roman"/>
          <w:sz w:val="28"/>
          <w:szCs w:val="28"/>
        </w:rPr>
        <w:t xml:space="preserve">». </w:t>
      </w:r>
    </w:p>
    <w:p w14:paraId="49DAB1B2" w14:textId="66A6616D" w:rsidR="00E609BC" w:rsidRPr="00444556" w:rsidRDefault="0062372A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23C41" w:rsidRPr="00B4043C">
        <w:rPr>
          <w:rFonts w:ascii="Times New Roman" w:hAnsi="Times New Roman"/>
          <w:sz w:val="28"/>
          <w:szCs w:val="28"/>
        </w:rPr>
        <w:t xml:space="preserve">Настоящее распоряжение вступает в силу со дня его подписания </w:t>
      </w:r>
      <w:r w:rsidR="00FE50CF">
        <w:rPr>
          <w:rFonts w:ascii="Times New Roman" w:hAnsi="Times New Roman"/>
          <w:sz w:val="28"/>
          <w:szCs w:val="28"/>
        </w:rPr>
        <w:br/>
      </w:r>
      <w:r w:rsidR="00123C41" w:rsidRPr="00B4043C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возникшие с 01 января </w:t>
      </w:r>
      <w:r w:rsidR="00123C41" w:rsidRPr="00444556">
        <w:rPr>
          <w:rFonts w:ascii="Times New Roman" w:hAnsi="Times New Roman"/>
          <w:sz w:val="28"/>
          <w:szCs w:val="28"/>
        </w:rPr>
        <w:t>2025 года</w:t>
      </w:r>
      <w:r w:rsidR="00B4043C" w:rsidRPr="00444556">
        <w:rPr>
          <w:rFonts w:ascii="Times New Roman" w:hAnsi="Times New Roman"/>
          <w:sz w:val="28"/>
          <w:szCs w:val="28"/>
        </w:rPr>
        <w:t>.</w:t>
      </w:r>
    </w:p>
    <w:p w14:paraId="61986DB6" w14:textId="60FEDD64" w:rsidR="00444556" w:rsidRPr="00444556" w:rsidRDefault="0062372A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44556" w:rsidRPr="00444556">
        <w:rPr>
          <w:rFonts w:ascii="Times New Roman" w:hAnsi="Times New Roman"/>
          <w:sz w:val="28"/>
          <w:szCs w:val="28"/>
        </w:rPr>
        <w:t>Настоящ</w:t>
      </w:r>
      <w:r w:rsidR="00444556">
        <w:rPr>
          <w:rFonts w:ascii="Times New Roman" w:hAnsi="Times New Roman"/>
          <w:sz w:val="28"/>
          <w:szCs w:val="28"/>
        </w:rPr>
        <w:t>ее</w:t>
      </w:r>
      <w:r w:rsidR="00444556" w:rsidRPr="00444556">
        <w:rPr>
          <w:rFonts w:ascii="Times New Roman" w:hAnsi="Times New Roman"/>
          <w:sz w:val="28"/>
          <w:szCs w:val="28"/>
        </w:rPr>
        <w:t xml:space="preserve"> </w:t>
      </w:r>
      <w:r w:rsidR="00444556">
        <w:rPr>
          <w:rFonts w:ascii="Times New Roman" w:hAnsi="Times New Roman"/>
          <w:sz w:val="28"/>
          <w:szCs w:val="28"/>
        </w:rPr>
        <w:t>распоряжение</w:t>
      </w:r>
      <w:r w:rsidR="00444556" w:rsidRPr="00444556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Ногликский муниципальный округ </w:t>
      </w:r>
      <w:r w:rsidR="00444556" w:rsidRPr="00444556">
        <w:rPr>
          <w:rFonts w:ascii="Times New Roman" w:hAnsi="Times New Roman"/>
          <w:sz w:val="28"/>
          <w:szCs w:val="28"/>
        </w:rPr>
        <w:lastRenderedPageBreak/>
        <w:t>Сахалинской области</w:t>
      </w:r>
      <w:r w:rsidR="00364D4A">
        <w:rPr>
          <w:rFonts w:ascii="Times New Roman" w:hAnsi="Times New Roman"/>
          <w:sz w:val="28"/>
          <w:szCs w:val="28"/>
        </w:rPr>
        <w:t xml:space="preserve"> </w:t>
      </w:r>
      <w:r w:rsidR="00364D4A" w:rsidRPr="00444556">
        <w:rPr>
          <w:rFonts w:ascii="Times New Roman" w:hAnsi="Times New Roman"/>
          <w:sz w:val="28"/>
          <w:szCs w:val="28"/>
        </w:rPr>
        <w:t xml:space="preserve">в </w:t>
      </w:r>
      <w:r w:rsidR="00364D4A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364D4A" w:rsidRPr="00444556">
        <w:rPr>
          <w:rFonts w:ascii="Times New Roman" w:hAnsi="Times New Roman"/>
          <w:sz w:val="28"/>
          <w:szCs w:val="28"/>
        </w:rPr>
        <w:t xml:space="preserve">сети </w:t>
      </w:r>
      <w:r w:rsidR="00364D4A">
        <w:rPr>
          <w:rFonts w:ascii="Times New Roman" w:hAnsi="Times New Roman"/>
          <w:sz w:val="28"/>
          <w:szCs w:val="28"/>
        </w:rPr>
        <w:t>«</w:t>
      </w:r>
      <w:r w:rsidR="00364D4A" w:rsidRPr="00444556">
        <w:rPr>
          <w:rFonts w:ascii="Times New Roman" w:hAnsi="Times New Roman"/>
          <w:sz w:val="28"/>
          <w:szCs w:val="28"/>
        </w:rPr>
        <w:t>Интернет</w:t>
      </w:r>
      <w:r w:rsidR="00364D4A">
        <w:rPr>
          <w:rFonts w:ascii="Times New Roman" w:hAnsi="Times New Roman"/>
          <w:sz w:val="28"/>
          <w:szCs w:val="28"/>
        </w:rPr>
        <w:t>»</w:t>
      </w:r>
      <w:r w:rsidR="00444556" w:rsidRPr="00444556">
        <w:rPr>
          <w:rFonts w:ascii="Times New Roman" w:hAnsi="Times New Roman"/>
          <w:sz w:val="28"/>
          <w:szCs w:val="28"/>
        </w:rPr>
        <w:t>.</w:t>
      </w:r>
    </w:p>
    <w:p w14:paraId="294BE558" w14:textId="7C5094D6" w:rsidR="00444556" w:rsidRDefault="0062372A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73646" w:rsidRPr="00C73646">
        <w:rPr>
          <w:rFonts w:ascii="Times New Roman" w:hAnsi="Times New Roman"/>
          <w:sz w:val="28"/>
          <w:szCs w:val="28"/>
        </w:rPr>
        <w:t>Контроль за исполнением настоящего</w:t>
      </w:r>
      <w:r w:rsidR="00C73646">
        <w:rPr>
          <w:rFonts w:ascii="Times New Roman" w:hAnsi="Times New Roman"/>
          <w:sz w:val="28"/>
          <w:szCs w:val="28"/>
        </w:rPr>
        <w:t xml:space="preserve"> распоряжения возложить </w:t>
      </w:r>
      <w:r w:rsidR="00A73A23">
        <w:rPr>
          <w:rFonts w:ascii="Times New Roman" w:hAnsi="Times New Roman"/>
          <w:sz w:val="28"/>
          <w:szCs w:val="28"/>
        </w:rPr>
        <w:br/>
        <w:t xml:space="preserve">на начальника отдела </w:t>
      </w:r>
      <w:r w:rsidR="00A73A23" w:rsidRPr="00A73A23">
        <w:rPr>
          <w:rFonts w:ascii="Times New Roman" w:hAnsi="Times New Roman"/>
          <w:sz w:val="28"/>
          <w:szCs w:val="28"/>
        </w:rPr>
        <w:t>-</w:t>
      </w:r>
      <w:r w:rsidR="00364D4A">
        <w:rPr>
          <w:rFonts w:ascii="Times New Roman" w:hAnsi="Times New Roman"/>
          <w:sz w:val="28"/>
          <w:szCs w:val="28"/>
        </w:rPr>
        <w:t xml:space="preserve"> </w:t>
      </w:r>
      <w:r w:rsidR="00C73646">
        <w:rPr>
          <w:rFonts w:ascii="Times New Roman" w:hAnsi="Times New Roman"/>
          <w:sz w:val="28"/>
          <w:szCs w:val="28"/>
        </w:rPr>
        <w:t xml:space="preserve">главного бухгалтера </w:t>
      </w:r>
      <w:r w:rsidR="00792BBD">
        <w:rPr>
          <w:rFonts w:ascii="Times New Roman" w:hAnsi="Times New Roman"/>
          <w:sz w:val="28"/>
          <w:szCs w:val="28"/>
        </w:rPr>
        <w:t xml:space="preserve">отдела бухгалтерского учета, отчетности и закупок </w:t>
      </w:r>
      <w:r w:rsidR="00992FA1">
        <w:rPr>
          <w:rFonts w:ascii="Times New Roman" w:hAnsi="Times New Roman"/>
          <w:sz w:val="28"/>
          <w:szCs w:val="28"/>
        </w:rPr>
        <w:t xml:space="preserve">организационно-правового департамента администрации муниципального образования Ногликский муниципальный округ Сахалинской области </w:t>
      </w:r>
      <w:r w:rsidR="00C73646">
        <w:rPr>
          <w:rFonts w:ascii="Times New Roman" w:hAnsi="Times New Roman"/>
          <w:sz w:val="28"/>
          <w:szCs w:val="28"/>
        </w:rPr>
        <w:t>Колесникову Е.Ю.</w:t>
      </w:r>
    </w:p>
    <w:p w14:paraId="0B888AD8" w14:textId="77777777" w:rsidR="00987066" w:rsidRDefault="00987066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05C453" w14:textId="77777777" w:rsidR="00987066" w:rsidRDefault="00987066" w:rsidP="0062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BA0599" w14:textId="5DFFB756" w:rsidR="00987066" w:rsidRDefault="00987066" w:rsidP="009870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C8E4D6" w14:textId="13F83A50" w:rsidR="00987066" w:rsidRDefault="00987066" w:rsidP="009870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7AC9C62" w14:textId="37D85506" w:rsidR="00987066" w:rsidRPr="00C73646" w:rsidRDefault="00987066" w:rsidP="009870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427BF">
        <w:rPr>
          <w:rFonts w:ascii="Times New Roman" w:hAnsi="Times New Roman"/>
          <w:sz w:val="28"/>
          <w:szCs w:val="28"/>
        </w:rPr>
        <w:t>ахалинской области</w:t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</w:r>
      <w:r w:rsidR="009427BF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>С.В. Гурьянов</w:t>
      </w:r>
    </w:p>
    <w:sectPr w:rsidR="00987066" w:rsidRPr="00C73646" w:rsidSect="00A510B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AB1C6" w14:textId="77777777" w:rsidR="002B77B3" w:rsidRDefault="002B77B3" w:rsidP="001B1698">
      <w:pPr>
        <w:spacing w:after="0" w:line="240" w:lineRule="auto"/>
      </w:pPr>
      <w:r>
        <w:separator/>
      </w:r>
    </w:p>
  </w:endnote>
  <w:endnote w:type="continuationSeparator" w:id="0">
    <w:p w14:paraId="49DAB1C7" w14:textId="77777777" w:rsidR="002B77B3" w:rsidRDefault="002B77B3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AB1C4" w14:textId="77777777" w:rsidR="002B77B3" w:rsidRDefault="002B77B3" w:rsidP="001B1698">
      <w:pPr>
        <w:spacing w:after="0" w:line="240" w:lineRule="auto"/>
      </w:pPr>
      <w:r>
        <w:separator/>
      </w:r>
    </w:p>
  </w:footnote>
  <w:footnote w:type="continuationSeparator" w:id="0">
    <w:p w14:paraId="49DAB1C5" w14:textId="77777777" w:rsidR="002B77B3" w:rsidRDefault="002B77B3" w:rsidP="001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495026"/>
      <w:docPartObj>
        <w:docPartGallery w:val="Page Numbers (Top of Page)"/>
        <w:docPartUnique/>
      </w:docPartObj>
    </w:sdtPr>
    <w:sdtEndPr/>
    <w:sdtContent>
      <w:p w14:paraId="11D519A6" w14:textId="5E46C1A8" w:rsidR="00BA697E" w:rsidRDefault="00BA697E" w:rsidP="00BA69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C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926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F452DE"/>
    <w:multiLevelType w:val="hybridMultilevel"/>
    <w:tmpl w:val="B7FCDF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2C96"/>
    <w:rsid w:val="00123C41"/>
    <w:rsid w:val="00163F5C"/>
    <w:rsid w:val="00170E46"/>
    <w:rsid w:val="00185FEC"/>
    <w:rsid w:val="001B1698"/>
    <w:rsid w:val="001E1F9F"/>
    <w:rsid w:val="001E4D42"/>
    <w:rsid w:val="002B3D67"/>
    <w:rsid w:val="002B77B3"/>
    <w:rsid w:val="00364D4A"/>
    <w:rsid w:val="003732BF"/>
    <w:rsid w:val="003E4257"/>
    <w:rsid w:val="004433E7"/>
    <w:rsid w:val="00444556"/>
    <w:rsid w:val="00457DDC"/>
    <w:rsid w:val="00520CBF"/>
    <w:rsid w:val="00553D1E"/>
    <w:rsid w:val="005C4176"/>
    <w:rsid w:val="005D46F3"/>
    <w:rsid w:val="0062372A"/>
    <w:rsid w:val="006E0B13"/>
    <w:rsid w:val="00792BBD"/>
    <w:rsid w:val="007E44A3"/>
    <w:rsid w:val="007F54B8"/>
    <w:rsid w:val="0080751E"/>
    <w:rsid w:val="008629FA"/>
    <w:rsid w:val="008D1239"/>
    <w:rsid w:val="009427BF"/>
    <w:rsid w:val="00987066"/>
    <w:rsid w:val="00987DB5"/>
    <w:rsid w:val="00992FA1"/>
    <w:rsid w:val="00A06079"/>
    <w:rsid w:val="00A1573B"/>
    <w:rsid w:val="00A200B1"/>
    <w:rsid w:val="00A510B2"/>
    <w:rsid w:val="00A73A23"/>
    <w:rsid w:val="00AC72C8"/>
    <w:rsid w:val="00B07BCF"/>
    <w:rsid w:val="00B10ED9"/>
    <w:rsid w:val="00B15DBF"/>
    <w:rsid w:val="00B25688"/>
    <w:rsid w:val="00B4043C"/>
    <w:rsid w:val="00BA697E"/>
    <w:rsid w:val="00C02849"/>
    <w:rsid w:val="00C73646"/>
    <w:rsid w:val="00D12794"/>
    <w:rsid w:val="00D67BD8"/>
    <w:rsid w:val="00DF7897"/>
    <w:rsid w:val="00E37B8A"/>
    <w:rsid w:val="00E609BC"/>
    <w:rsid w:val="00E6391D"/>
    <w:rsid w:val="00EC0B45"/>
    <w:rsid w:val="00ED43EF"/>
    <w:rsid w:val="00F4074B"/>
    <w:rsid w:val="00F87FEB"/>
    <w:rsid w:val="00FD557B"/>
    <w:rsid w:val="00FE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DAB1A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table" w:styleId="a8">
    <w:name w:val="Table Grid"/>
    <w:basedOn w:val="a1"/>
    <w:rsid w:val="00A157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0607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07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7B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E80769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E80769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D7AAD"/>
    <w:rsid w:val="004F06B3"/>
    <w:rsid w:val="009A4502"/>
    <w:rsid w:val="00B01656"/>
    <w:rsid w:val="00C95804"/>
    <w:rsid w:val="00CF735B"/>
    <w:rsid w:val="00DD4E79"/>
    <w:rsid w:val="00E8076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  <w:style w:type="paragraph" w:customStyle="1" w:styleId="98BBAE45A33A4A5A8481AAE94F6AE741">
    <w:name w:val="98BBAE45A33A4A5A8481AAE94F6AE741"/>
    <w:rsid w:val="004F06B3"/>
  </w:style>
  <w:style w:type="paragraph" w:customStyle="1" w:styleId="0A07E94A05834FDF90F6CED29F2A365A">
    <w:name w:val="0A07E94A05834FDF90F6CED29F2A365A"/>
    <w:rsid w:val="004F06B3"/>
  </w:style>
  <w:style w:type="paragraph" w:customStyle="1" w:styleId="DD0C7C91A2A74DEC874D9E7452412016">
    <w:name w:val="DD0C7C91A2A74DEC874D9E7452412016"/>
    <w:rsid w:val="004F0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22</cp:revision>
  <cp:lastPrinted>2025-09-08T07:05:00Z</cp:lastPrinted>
  <dcterms:created xsi:type="dcterms:W3CDTF">2020-04-07T04:49:00Z</dcterms:created>
  <dcterms:modified xsi:type="dcterms:W3CDTF">2025-09-08T07:05:00Z</dcterms:modified>
</cp:coreProperties>
</file>